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EE5" w:rsidRDefault="00FE431B" w:rsidP="00FE431B">
      <w:pPr>
        <w:pStyle w:val="berschrift1"/>
      </w:pPr>
      <w:r>
        <w:t>Entfalle</w:t>
      </w:r>
      <w:r w:rsidR="00D82D5F">
        <w:t>ne Funktionen ABC-Einsatz-Teil-1</w:t>
      </w:r>
    </w:p>
    <w:p w:rsidR="00FE431B" w:rsidRDefault="00FE431B" w:rsidP="00FE431B"/>
    <w:p w:rsidR="00FE431B" w:rsidRDefault="00FE431B" w:rsidP="00FE431B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554"/>
        <w:gridCol w:w="3556"/>
        <w:gridCol w:w="3558"/>
        <w:gridCol w:w="3559"/>
      </w:tblGrid>
      <w:tr w:rsidR="00FE431B" w:rsidRPr="00FE431B" w:rsidTr="00FF4F37">
        <w:tc>
          <w:tcPr>
            <w:tcW w:w="356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Teilnehmer</w:t>
            </w:r>
          </w:p>
        </w:tc>
        <w:tc>
          <w:tcPr>
            <w:tcW w:w="3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FF6600"/>
                <w:sz w:val="28"/>
                <w:szCs w:val="28"/>
              </w:rPr>
            </w:pPr>
            <w:r w:rsidRPr="00FE431B">
              <w:rPr>
                <w:color w:val="FF6600"/>
                <w:sz w:val="28"/>
                <w:szCs w:val="28"/>
              </w:rPr>
              <w:t>ABC</w:t>
            </w:r>
          </w:p>
        </w:tc>
        <w:tc>
          <w:tcPr>
            <w:tcW w:w="3569" w:type="dxa"/>
            <w:tcBorders>
              <w:top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008000"/>
                <w:sz w:val="28"/>
                <w:szCs w:val="28"/>
              </w:rPr>
            </w:pPr>
            <w:r w:rsidRPr="00FE431B">
              <w:rPr>
                <w:color w:val="008000"/>
                <w:sz w:val="28"/>
                <w:szCs w:val="28"/>
              </w:rPr>
              <w:t>Dekon</w:t>
            </w:r>
          </w:p>
        </w:tc>
        <w:tc>
          <w:tcPr>
            <w:tcW w:w="3570" w:type="dxa"/>
            <w:tcBorders>
              <w:top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0000FF"/>
                <w:sz w:val="28"/>
                <w:szCs w:val="28"/>
              </w:rPr>
            </w:pPr>
            <w:r w:rsidRPr="00FE431B">
              <w:rPr>
                <w:color w:val="0000FF"/>
                <w:sz w:val="28"/>
                <w:szCs w:val="28"/>
              </w:rPr>
              <w:t>Ortsfeuerwehr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569" w:type="dxa"/>
            <w:tcBorders>
              <w:top w:val="single" w:sz="24" w:space="0" w:color="auto"/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69" w:type="dxa"/>
            <w:tcBorders>
              <w:top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tcBorders>
              <w:top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Melder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Schlauchtrupp-Führer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Melder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Schlauchtrupp-Mann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Schlauchtrupp-Führer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D82D5F" w:rsidP="00FE431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Melder</w:t>
            </w: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Angriffstrupp-Mann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</w:tr>
    </w:tbl>
    <w:p w:rsidR="00FE431B" w:rsidRDefault="00FE431B" w:rsidP="00FE431B"/>
    <w:p w:rsidR="00FE431B" w:rsidRDefault="00FE431B" w:rsidP="00FE431B"/>
    <w:p w:rsidR="00FE431B" w:rsidRPr="00FE431B" w:rsidRDefault="00FE431B" w:rsidP="00FE431B">
      <w:pPr>
        <w:jc w:val="center"/>
      </w:pPr>
      <w:r w:rsidRPr="00FE431B">
        <w:rPr>
          <w:highlight w:val="yellow"/>
        </w:rPr>
        <w:t>entfallene Funktionen</w:t>
      </w:r>
    </w:p>
    <w:sectPr w:rsidR="00FE431B" w:rsidRPr="00FE431B" w:rsidSect="00FE43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1B" w:rsidRDefault="00FE431B" w:rsidP="00FE431B">
      <w:pPr>
        <w:spacing w:after="0" w:line="240" w:lineRule="auto"/>
      </w:pPr>
      <w:r>
        <w:separator/>
      </w:r>
    </w:p>
  </w:endnote>
  <w:endnote w:type="continuationSeparator" w:id="0">
    <w:p w:rsidR="00FE431B" w:rsidRDefault="00FE431B" w:rsidP="00FE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D82D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FE431B">
    <w:pPr>
      <w:pStyle w:val="Fuzeile"/>
    </w:pPr>
    <w:r>
      <w:t>Carsten Schur</w:t>
    </w:r>
    <w:r>
      <w:ptab w:relativeTo="margin" w:alignment="center" w:leader="none"/>
    </w:r>
    <w:r>
      <w:t>Seite 1 von 1</w:t>
    </w:r>
    <w:r>
      <w:ptab w:relativeTo="margin" w:alignment="right" w:leader="none"/>
    </w:r>
    <w:r w:rsidR="00D82D5F">
      <w:t xml:space="preserve">06. </w:t>
    </w:r>
    <w:r w:rsidR="00D82D5F">
      <w:t xml:space="preserve">Dezember </w:t>
    </w:r>
    <w:r w:rsidR="00D82D5F">
      <w:t>2016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D82D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1B" w:rsidRDefault="00FE431B" w:rsidP="00FE431B">
      <w:pPr>
        <w:spacing w:after="0" w:line="240" w:lineRule="auto"/>
      </w:pPr>
      <w:r>
        <w:separator/>
      </w:r>
    </w:p>
  </w:footnote>
  <w:footnote w:type="continuationSeparator" w:id="0">
    <w:p w:rsidR="00FE431B" w:rsidRDefault="00FE431B" w:rsidP="00FE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D82D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D82D5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5F" w:rsidRDefault="00D82D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1B"/>
    <w:rsid w:val="005A0EE5"/>
    <w:rsid w:val="00D82D5F"/>
    <w:rsid w:val="00FE431B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A08E1-6FAF-4EC7-A65B-305D09BA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43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43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FE4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431B"/>
  </w:style>
  <w:style w:type="paragraph" w:styleId="Fuzeile">
    <w:name w:val="footer"/>
    <w:basedOn w:val="Standard"/>
    <w:link w:val="FuzeileZchn"/>
    <w:uiPriority w:val="99"/>
    <w:unhideWhenUsed/>
    <w:rsid w:val="00FE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4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DDA92B14.dotm</Template>
  <TotalTime>0</TotalTime>
  <Pages>1</Pages>
  <Words>47</Words>
  <Characters>303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2016-12-06T16:39:00Z</dcterms:created>
  <dcterms:modified xsi:type="dcterms:W3CDTF">2016-12-06T16:39:00Z</dcterms:modified>
</cp:coreProperties>
</file>